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07684E1" w14:textId="77777777" w:rsidR="00AC72DD" w:rsidRPr="00B169DF" w:rsidRDefault="00AC72DD" w:rsidP="00AC72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DD4728C" w14:textId="77777777" w:rsidR="00AC72DD" w:rsidRPr="00B169DF" w:rsidRDefault="00AC72DD" w:rsidP="00AC72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2023/2024 – 2027/2028</w:t>
      </w:r>
    </w:p>
    <w:p w14:paraId="4A3B3149" w14:textId="77777777" w:rsidR="00AC72DD" w:rsidRPr="00B169DF" w:rsidRDefault="00AC72DD" w:rsidP="00AC72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BDEA1D9" w14:textId="0DFDBE7E" w:rsidR="00AC72DD" w:rsidRPr="00B169DF" w:rsidRDefault="00AC72DD" w:rsidP="00AC72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891897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891897">
        <w:rPr>
          <w:rFonts w:ascii="Corbel" w:hAnsi="Corbel"/>
          <w:sz w:val="20"/>
          <w:szCs w:val="20"/>
        </w:rPr>
        <w:t>5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72DD" w:rsidRPr="00B169DF" w14:paraId="7B6B3F27" w14:textId="77777777" w:rsidTr="00AC72DD">
        <w:tc>
          <w:tcPr>
            <w:tcW w:w="2694" w:type="dxa"/>
            <w:vAlign w:val="center"/>
          </w:tcPr>
          <w:p w14:paraId="07010FBB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26FBD4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konstytucyjne</w:t>
            </w:r>
          </w:p>
        </w:tc>
      </w:tr>
      <w:tr w:rsidR="00AC72DD" w:rsidRPr="00B169DF" w14:paraId="1820FF8A" w14:textId="77777777" w:rsidTr="00AC72DD">
        <w:tc>
          <w:tcPr>
            <w:tcW w:w="2694" w:type="dxa"/>
            <w:vAlign w:val="center"/>
          </w:tcPr>
          <w:p w14:paraId="5C62B05B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147032" w14:textId="77777777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72DD" w:rsidRPr="00B169DF" w14:paraId="4D36C4B5" w14:textId="77777777" w:rsidTr="00AC72DD">
        <w:tc>
          <w:tcPr>
            <w:tcW w:w="2694" w:type="dxa"/>
            <w:vAlign w:val="center"/>
          </w:tcPr>
          <w:p w14:paraId="44F80EA6" w14:textId="77777777" w:rsidR="00AC72DD" w:rsidRPr="00B169DF" w:rsidRDefault="00AC72DD" w:rsidP="00AC72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62599242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72DD" w:rsidRPr="00B169DF" w14:paraId="6C3038C7" w14:textId="77777777" w:rsidTr="00AC72DD">
        <w:tc>
          <w:tcPr>
            <w:tcW w:w="2694" w:type="dxa"/>
            <w:vAlign w:val="center"/>
          </w:tcPr>
          <w:p w14:paraId="49252DE4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14CD8FA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AC72DD" w:rsidRPr="00B169DF" w14:paraId="192BD65A" w14:textId="77777777" w:rsidTr="00AC72DD">
        <w:tc>
          <w:tcPr>
            <w:tcW w:w="2694" w:type="dxa"/>
            <w:vAlign w:val="center"/>
          </w:tcPr>
          <w:p w14:paraId="10FF2062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C2CB0FC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C72DD" w:rsidRPr="00B169DF" w14:paraId="70304835" w14:textId="77777777" w:rsidTr="00AC72DD">
        <w:tc>
          <w:tcPr>
            <w:tcW w:w="2694" w:type="dxa"/>
            <w:vAlign w:val="center"/>
          </w:tcPr>
          <w:p w14:paraId="41CAFCB5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98E75EE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C72DD" w:rsidRPr="00B169DF" w14:paraId="388F3755" w14:textId="77777777" w:rsidTr="00AC72DD">
        <w:tc>
          <w:tcPr>
            <w:tcW w:w="2694" w:type="dxa"/>
            <w:vAlign w:val="center"/>
          </w:tcPr>
          <w:p w14:paraId="074F09CD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94F291D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C72DD" w:rsidRPr="00B169DF" w14:paraId="09205566" w14:textId="77777777" w:rsidTr="00AC72DD">
        <w:tc>
          <w:tcPr>
            <w:tcW w:w="2694" w:type="dxa"/>
            <w:vAlign w:val="center"/>
          </w:tcPr>
          <w:p w14:paraId="694A7C70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1CE92EE7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AC72DD" w:rsidRPr="00B169DF" w14:paraId="0C05C2EC" w14:textId="77777777" w:rsidTr="00AC72DD">
        <w:tc>
          <w:tcPr>
            <w:tcW w:w="2694" w:type="dxa"/>
            <w:vAlign w:val="center"/>
          </w:tcPr>
          <w:p w14:paraId="3878DA9C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3EA2B971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 rok</w:t>
            </w:r>
            <w:r w:rsidR="00070B5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 III i IV semestr</w:t>
            </w:r>
          </w:p>
        </w:tc>
      </w:tr>
      <w:tr w:rsidR="00AC72DD" w:rsidRPr="00B169DF" w14:paraId="7ACCBA8E" w14:textId="77777777" w:rsidTr="00AC72DD">
        <w:tc>
          <w:tcPr>
            <w:tcW w:w="2694" w:type="dxa"/>
            <w:vAlign w:val="center"/>
          </w:tcPr>
          <w:p w14:paraId="54139759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217A8EB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AC72DD" w:rsidRPr="00B169DF" w14:paraId="331F9495" w14:textId="77777777" w:rsidTr="00AC72DD">
        <w:tc>
          <w:tcPr>
            <w:tcW w:w="2694" w:type="dxa"/>
            <w:vAlign w:val="center"/>
          </w:tcPr>
          <w:p w14:paraId="1B1DE481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0B81025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72DD" w:rsidRPr="00B169DF" w14:paraId="339BFB5F" w14:textId="77777777" w:rsidTr="00AC72DD">
        <w:tc>
          <w:tcPr>
            <w:tcW w:w="2694" w:type="dxa"/>
            <w:vAlign w:val="center"/>
          </w:tcPr>
          <w:p w14:paraId="5D93ED52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0502DF0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AC72DD" w:rsidRPr="00B169DF" w14:paraId="0AD0E368" w14:textId="77777777" w:rsidTr="00AC72DD">
        <w:tc>
          <w:tcPr>
            <w:tcW w:w="2694" w:type="dxa"/>
            <w:vAlign w:val="center"/>
          </w:tcPr>
          <w:p w14:paraId="020748E0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E605BC" w14:textId="77777777" w:rsidR="00AC72DD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Wykład: dr hab. Radosław Grabowski, prof. UR</w:t>
            </w:r>
          </w:p>
          <w:p w14:paraId="6C837949" w14:textId="33501393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Ćwiczenia: dr Justyna Ciechanowska / dr Anna Hadała-Skóra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AC72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AC72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B618B7D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2F23C52C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64614481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47A5C6A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C72DD" w:rsidRPr="00B169DF" w14:paraId="2ADEC293" w14:textId="77777777" w:rsidTr="00AC72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44E7" w14:textId="6C742794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5399" w14:textId="3808272A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0666" w14:textId="18D73E36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4D98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B88E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EE7D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EF26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786B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8521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F7D0" w14:textId="3537FADE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750606E" w:rsidR="0085747A" w:rsidRPr="00B169DF" w:rsidRDefault="00AC72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AF0FB5" w14:textId="03159F8A" w:rsidR="00051BCF" w:rsidRDefault="00051BCF" w:rsidP="00FD4D0E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  <w:r w:rsidRPr="00051BCF">
        <w:rPr>
          <w:rFonts w:ascii="Corbel" w:hAnsi="Corbel"/>
          <w:b w:val="0"/>
          <w:szCs w:val="24"/>
        </w:rPr>
        <w:t>sem.</w:t>
      </w:r>
      <w:r>
        <w:rPr>
          <w:rFonts w:ascii="Corbel" w:hAnsi="Corbel"/>
          <w:b w:val="0"/>
          <w:szCs w:val="24"/>
        </w:rPr>
        <w:t xml:space="preserve"> III   </w:t>
      </w:r>
      <w:r w:rsidRPr="00051BCF">
        <w:rPr>
          <w:rFonts w:ascii="Corbel" w:hAnsi="Corbel"/>
          <w:b w:val="0"/>
          <w:szCs w:val="24"/>
        </w:rPr>
        <w:t>wykład</w:t>
      </w:r>
      <w:r w:rsidR="00FD4D0E">
        <w:rPr>
          <w:rFonts w:ascii="Corbel" w:hAnsi="Corbel"/>
          <w:b w:val="0"/>
          <w:szCs w:val="24"/>
        </w:rPr>
        <w:t xml:space="preserve"> </w:t>
      </w:r>
      <w:r w:rsidR="00FD4D0E" w:rsidRPr="007902BB">
        <w:rPr>
          <w:rFonts w:ascii="Corbel" w:hAnsi="Corbel"/>
          <w:b w:val="0"/>
          <w:szCs w:val="24"/>
        </w:rPr>
        <w:t>–</w:t>
      </w:r>
      <w:r w:rsidR="00FD4D0E">
        <w:rPr>
          <w:rFonts w:ascii="Corbel" w:hAnsi="Corbel"/>
          <w:b w:val="0"/>
          <w:szCs w:val="24"/>
        </w:rPr>
        <w:t xml:space="preserve"> </w:t>
      </w:r>
      <w:r w:rsidRPr="00051BCF">
        <w:rPr>
          <w:rFonts w:ascii="Corbel" w:hAnsi="Corbel"/>
          <w:b w:val="0"/>
          <w:szCs w:val="24"/>
        </w:rPr>
        <w:t>zaliczenie</w:t>
      </w:r>
      <w:r>
        <w:rPr>
          <w:rFonts w:ascii="Corbel" w:hAnsi="Corbel"/>
          <w:b w:val="0"/>
          <w:szCs w:val="24"/>
        </w:rPr>
        <w:t xml:space="preserve"> </w:t>
      </w:r>
      <w:r w:rsidRPr="00051BCF">
        <w:rPr>
          <w:rFonts w:ascii="Corbel" w:hAnsi="Corbel"/>
          <w:b w:val="0"/>
          <w:szCs w:val="24"/>
        </w:rPr>
        <w:t>bez</w:t>
      </w:r>
      <w:r>
        <w:rPr>
          <w:rFonts w:ascii="Corbel" w:hAnsi="Corbel"/>
          <w:b w:val="0"/>
          <w:szCs w:val="24"/>
        </w:rPr>
        <w:t xml:space="preserve"> </w:t>
      </w:r>
      <w:r w:rsidRPr="00051BCF">
        <w:rPr>
          <w:rFonts w:ascii="Corbel" w:hAnsi="Corbel"/>
          <w:b w:val="0"/>
          <w:szCs w:val="24"/>
        </w:rPr>
        <w:t>oceny</w:t>
      </w:r>
      <w:r>
        <w:rPr>
          <w:rFonts w:ascii="Corbel" w:hAnsi="Corbel"/>
          <w:b w:val="0"/>
          <w:szCs w:val="24"/>
        </w:rPr>
        <w:t xml:space="preserve">  / </w:t>
      </w:r>
      <w:r w:rsidRPr="00051BCF">
        <w:rPr>
          <w:rFonts w:ascii="Corbel" w:hAnsi="Corbel"/>
          <w:b w:val="0"/>
          <w:szCs w:val="24"/>
        </w:rPr>
        <w:t>ćwiczenia</w:t>
      </w:r>
      <w:r w:rsidR="00FD4D0E">
        <w:rPr>
          <w:rFonts w:ascii="Corbel" w:hAnsi="Corbel"/>
          <w:b w:val="0"/>
          <w:szCs w:val="24"/>
        </w:rPr>
        <w:t xml:space="preserve"> </w:t>
      </w:r>
      <w:r w:rsidR="00FD4D0E" w:rsidRPr="007902BB">
        <w:rPr>
          <w:rFonts w:ascii="Corbel" w:hAnsi="Corbel"/>
          <w:b w:val="0"/>
          <w:szCs w:val="24"/>
        </w:rPr>
        <w:t>–</w:t>
      </w:r>
      <w:r w:rsidR="00FD4D0E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zaliczenie z oceną</w:t>
      </w:r>
    </w:p>
    <w:p w14:paraId="59D494C9" w14:textId="51423353" w:rsidR="00070B56" w:rsidRPr="00B169DF" w:rsidRDefault="00051BCF" w:rsidP="00FD4D0E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  <w:r w:rsidRPr="00051BCF">
        <w:rPr>
          <w:rFonts w:ascii="Corbel" w:hAnsi="Corbel"/>
          <w:b w:val="0"/>
          <w:szCs w:val="24"/>
        </w:rPr>
        <w:t>sem.I</w:t>
      </w:r>
      <w:r>
        <w:rPr>
          <w:rFonts w:ascii="Corbel" w:hAnsi="Corbel"/>
          <w:b w:val="0"/>
          <w:szCs w:val="24"/>
        </w:rPr>
        <w:t xml:space="preserve">V    </w:t>
      </w:r>
      <w:r w:rsidR="00070B56" w:rsidRPr="007902BB">
        <w:rPr>
          <w:rFonts w:ascii="Corbel" w:hAnsi="Corbel"/>
          <w:b w:val="0"/>
          <w:szCs w:val="24"/>
        </w:rPr>
        <w:t>wykład – egzamin</w:t>
      </w:r>
      <w:r>
        <w:rPr>
          <w:rFonts w:ascii="Corbel" w:hAnsi="Corbel"/>
          <w:b w:val="0"/>
          <w:szCs w:val="24"/>
        </w:rPr>
        <w:t xml:space="preserve">  /  </w:t>
      </w:r>
      <w:r w:rsidR="00070B56">
        <w:rPr>
          <w:rFonts w:ascii="Corbel" w:hAnsi="Corbel"/>
          <w:b w:val="0"/>
          <w:szCs w:val="24"/>
        </w:rPr>
        <w:t>ćwiczenia – 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2C263CAD" w:rsidR="0085747A" w:rsidRPr="00B169DF" w:rsidRDefault="00070B56" w:rsidP="00070B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02BB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70B56" w:rsidRPr="00B169DF" w14:paraId="3370B0D4" w14:textId="77777777" w:rsidTr="00070B56">
        <w:tc>
          <w:tcPr>
            <w:tcW w:w="845" w:type="dxa"/>
            <w:vAlign w:val="center"/>
          </w:tcPr>
          <w:p w14:paraId="14E4A467" w14:textId="77777777" w:rsidR="00070B56" w:rsidRPr="00B169DF" w:rsidRDefault="00070B56" w:rsidP="00070B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454E060" w14:textId="004D3BB9" w:rsidR="00070B56" w:rsidRPr="00B169DF" w:rsidRDefault="00070B56" w:rsidP="00070B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41E41984" w14:textId="77777777" w:rsidR="00070B56" w:rsidRDefault="00070B56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30A19529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6569"/>
        <w:gridCol w:w="1695"/>
      </w:tblGrid>
      <w:tr w:rsidR="00070B56" w:rsidRPr="008D10A3" w14:paraId="1215DFDD" w14:textId="77777777" w:rsidTr="00070B56">
        <w:tc>
          <w:tcPr>
            <w:tcW w:w="1256" w:type="dxa"/>
            <w:vAlign w:val="center"/>
          </w:tcPr>
          <w:p w14:paraId="1DA2A1BF" w14:textId="78ABEB09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6569" w:type="dxa"/>
            <w:vAlign w:val="center"/>
          </w:tcPr>
          <w:p w14:paraId="0323E36C" w14:textId="0F64FE89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95" w:type="dxa"/>
            <w:vAlign w:val="center"/>
          </w:tcPr>
          <w:p w14:paraId="12D86135" w14:textId="0C54A438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70B56" w:rsidRPr="008D10A3" w14:paraId="1DB5DB44" w14:textId="77777777" w:rsidTr="00070B56">
        <w:tc>
          <w:tcPr>
            <w:tcW w:w="1256" w:type="dxa"/>
          </w:tcPr>
          <w:p w14:paraId="6C39CED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</w:t>
            </w:r>
            <w:r w:rsidRPr="008D10A3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569" w:type="dxa"/>
          </w:tcPr>
          <w:p w14:paraId="00C0F8BC" w14:textId="1FBD945A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o charakterze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nauki 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jej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usytuowaniu oraz znaczeniu w systemie nauk oraz o relacj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innych nauk;</w:t>
            </w:r>
          </w:p>
        </w:tc>
        <w:tc>
          <w:tcPr>
            <w:tcW w:w="1695" w:type="dxa"/>
          </w:tcPr>
          <w:p w14:paraId="0612E3B2" w14:textId="31C8C552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K_W01</w:t>
            </w:r>
          </w:p>
        </w:tc>
      </w:tr>
      <w:tr w:rsidR="00070B56" w:rsidRPr="008D10A3" w14:paraId="0BC562B5" w14:textId="77777777" w:rsidTr="00070B56">
        <w:trPr>
          <w:trHeight w:val="377"/>
        </w:trPr>
        <w:tc>
          <w:tcPr>
            <w:tcW w:w="1256" w:type="dxa"/>
          </w:tcPr>
          <w:p w14:paraId="64A97622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569" w:type="dxa"/>
          </w:tcPr>
          <w:p w14:paraId="5425DA44" w14:textId="28C72083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na temat norm, reguł i instytucji prawnych zarówno w zakresie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695" w:type="dxa"/>
          </w:tcPr>
          <w:p w14:paraId="4B33580A" w14:textId="69AA0EDA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K_W02</w:t>
            </w:r>
          </w:p>
        </w:tc>
      </w:tr>
      <w:tr w:rsidR="00070B56" w:rsidRPr="008D10A3" w14:paraId="58550080" w14:textId="77777777" w:rsidTr="00070B56">
        <w:tc>
          <w:tcPr>
            <w:tcW w:w="1256" w:type="dxa"/>
          </w:tcPr>
          <w:p w14:paraId="2E6882E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569" w:type="dxa"/>
          </w:tcPr>
          <w:p w14:paraId="7A71FCBA" w14:textId="2EE8C995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źródeł i instytucji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, relacji pomiędzy prawem UE a prawem polskim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, w tym prawem konstytucyjnym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695" w:type="dxa"/>
          </w:tcPr>
          <w:p w14:paraId="01F9699B" w14:textId="0264DD02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K_W03</w:t>
            </w:r>
          </w:p>
        </w:tc>
      </w:tr>
      <w:tr w:rsidR="00070B56" w:rsidRPr="008D10A3" w14:paraId="7B1B3A31" w14:textId="77777777" w:rsidTr="00070B56">
        <w:tc>
          <w:tcPr>
            <w:tcW w:w="1256" w:type="dxa"/>
          </w:tcPr>
          <w:p w14:paraId="50011A4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569" w:type="dxa"/>
          </w:tcPr>
          <w:p w14:paraId="5558DB5F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procesów stanowienia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prawa;</w:t>
            </w:r>
          </w:p>
        </w:tc>
        <w:tc>
          <w:tcPr>
            <w:tcW w:w="1695" w:type="dxa"/>
          </w:tcPr>
          <w:p w14:paraId="4CE4A859" w14:textId="324F307D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K_W04</w:t>
            </w:r>
          </w:p>
        </w:tc>
      </w:tr>
      <w:tr w:rsidR="00070B56" w:rsidRPr="008D10A3" w14:paraId="71E3FF78" w14:textId="77777777" w:rsidTr="00070B56">
        <w:tc>
          <w:tcPr>
            <w:tcW w:w="1256" w:type="dxa"/>
          </w:tcPr>
          <w:p w14:paraId="5E945E2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569" w:type="dxa"/>
          </w:tcPr>
          <w:p w14:paraId="7CED4E8A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procesów stosowania prawa;</w:t>
            </w:r>
          </w:p>
        </w:tc>
        <w:tc>
          <w:tcPr>
            <w:tcW w:w="1695" w:type="dxa"/>
          </w:tcPr>
          <w:p w14:paraId="36EB09CE" w14:textId="7EC4A677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K_W05</w:t>
            </w:r>
          </w:p>
        </w:tc>
      </w:tr>
      <w:tr w:rsidR="00070B56" w:rsidRPr="008D10A3" w14:paraId="16480894" w14:textId="77777777" w:rsidTr="00070B56">
        <w:tc>
          <w:tcPr>
            <w:tcW w:w="1256" w:type="dxa"/>
          </w:tcPr>
          <w:p w14:paraId="52CCA46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569" w:type="dxa"/>
          </w:tcPr>
          <w:p w14:paraId="0FCC603C" w14:textId="3AC75B2D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terminologię właściwą dla języka prawnego i prawniczego oraz zna i rozumie podstawowe pojęcia jakimi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nauka 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695" w:type="dxa"/>
          </w:tcPr>
          <w:p w14:paraId="2E949C97" w14:textId="4EC71666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K_W06</w:t>
            </w:r>
          </w:p>
        </w:tc>
      </w:tr>
      <w:tr w:rsidR="00070B56" w:rsidRPr="008D10A3" w14:paraId="4F7B51AE" w14:textId="77777777" w:rsidTr="00070B56">
        <w:trPr>
          <w:trHeight w:val="701"/>
        </w:trPr>
        <w:tc>
          <w:tcPr>
            <w:tcW w:w="1256" w:type="dxa"/>
          </w:tcPr>
          <w:p w14:paraId="647DC05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569" w:type="dxa"/>
          </w:tcPr>
          <w:p w14:paraId="47481096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rozszerzoną wiedzę na temat struktur i instytucji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polskiego systemu prawa (w tym władzy: ustawodawczej, wykonawczej i sądowniczej, organów i instytucji ochrony prawa);</w:t>
            </w:r>
          </w:p>
        </w:tc>
        <w:tc>
          <w:tcPr>
            <w:tcW w:w="1695" w:type="dxa"/>
          </w:tcPr>
          <w:p w14:paraId="32B11B91" w14:textId="197DC11F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K_W07</w:t>
            </w:r>
          </w:p>
        </w:tc>
      </w:tr>
      <w:tr w:rsidR="00070B56" w:rsidRPr="008D10A3" w14:paraId="6851D28C" w14:textId="77777777" w:rsidTr="00070B56">
        <w:tc>
          <w:tcPr>
            <w:tcW w:w="1256" w:type="dxa"/>
          </w:tcPr>
          <w:p w14:paraId="48F96F68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EK_08</w:t>
            </w:r>
          </w:p>
          <w:p w14:paraId="2433B18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6E2EBCEB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rozszerzoną wiedzę na temat ustroju, struktur i zasad funkcjonowania demokratycznego państwa prawnego;</w:t>
            </w:r>
          </w:p>
        </w:tc>
        <w:tc>
          <w:tcPr>
            <w:tcW w:w="1695" w:type="dxa"/>
          </w:tcPr>
          <w:p w14:paraId="12126FA5" w14:textId="38A853B7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K_W08</w:t>
            </w:r>
          </w:p>
        </w:tc>
      </w:tr>
      <w:tr w:rsidR="00070B56" w:rsidRPr="008D10A3" w14:paraId="5EC4AB3D" w14:textId="77777777" w:rsidTr="00070B56">
        <w:tc>
          <w:tcPr>
            <w:tcW w:w="1256" w:type="dxa"/>
          </w:tcPr>
          <w:p w14:paraId="26073B3F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EK_09</w:t>
            </w:r>
          </w:p>
          <w:p w14:paraId="7E78B96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786E66C2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zasad i norm etycznych oraz etyki zawodowej;</w:t>
            </w:r>
          </w:p>
        </w:tc>
        <w:tc>
          <w:tcPr>
            <w:tcW w:w="1695" w:type="dxa"/>
          </w:tcPr>
          <w:p w14:paraId="3E690A80" w14:textId="18FF7D6F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K_W09</w:t>
            </w:r>
          </w:p>
        </w:tc>
      </w:tr>
      <w:tr w:rsidR="00070B56" w:rsidRPr="008D10A3" w14:paraId="0D567928" w14:textId="77777777" w:rsidTr="00070B56">
        <w:tc>
          <w:tcPr>
            <w:tcW w:w="1256" w:type="dxa"/>
          </w:tcPr>
          <w:p w14:paraId="39EA1BB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569" w:type="dxa"/>
          </w:tcPr>
          <w:p w14:paraId="65367CDE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695" w:type="dxa"/>
          </w:tcPr>
          <w:p w14:paraId="766149BB" w14:textId="12CACF5B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K_W10</w:t>
            </w:r>
          </w:p>
        </w:tc>
      </w:tr>
      <w:tr w:rsidR="00070B56" w:rsidRPr="008D10A3" w14:paraId="605962EA" w14:textId="77777777" w:rsidTr="00070B56">
        <w:tc>
          <w:tcPr>
            <w:tcW w:w="1256" w:type="dxa"/>
          </w:tcPr>
          <w:p w14:paraId="4972AE8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569" w:type="dxa"/>
          </w:tcPr>
          <w:p w14:paraId="4F9D3C7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metody badawcze i narzędzia opisu, w tym techniki pozyskiwania danych właściwe dla nauk prawnych oraz posiada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wiedzę na temat fundamentalnych dylematach współczesnej cywilizacji;</w:t>
            </w:r>
          </w:p>
        </w:tc>
        <w:tc>
          <w:tcPr>
            <w:tcW w:w="1695" w:type="dxa"/>
          </w:tcPr>
          <w:p w14:paraId="5E258482" w14:textId="40E7F8E0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,K_W12</w:t>
            </w:r>
          </w:p>
        </w:tc>
      </w:tr>
      <w:tr w:rsidR="00070B56" w:rsidRPr="008D10A3" w14:paraId="67010AE1" w14:textId="77777777" w:rsidTr="00070B56">
        <w:tc>
          <w:tcPr>
            <w:tcW w:w="1256" w:type="dxa"/>
          </w:tcPr>
          <w:p w14:paraId="6034963B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6569" w:type="dxa"/>
          </w:tcPr>
          <w:p w14:paraId="5C742C80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znaczenie norm i stosunków prawnych;</w:t>
            </w:r>
          </w:p>
        </w:tc>
        <w:tc>
          <w:tcPr>
            <w:tcW w:w="1695" w:type="dxa"/>
          </w:tcPr>
          <w:p w14:paraId="6FDC06E2" w14:textId="73F2EC1E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K_U01</w:t>
            </w:r>
          </w:p>
        </w:tc>
      </w:tr>
      <w:tr w:rsidR="00070B56" w:rsidRPr="008D10A3" w14:paraId="26F2C05F" w14:textId="77777777" w:rsidTr="00070B56">
        <w:tc>
          <w:tcPr>
            <w:tcW w:w="1256" w:type="dxa"/>
          </w:tcPr>
          <w:p w14:paraId="2E0B407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6569" w:type="dxa"/>
          </w:tcPr>
          <w:p w14:paraId="00B4F033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95" w:type="dxa"/>
          </w:tcPr>
          <w:p w14:paraId="386F7546" w14:textId="14661831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K_U02</w:t>
            </w:r>
          </w:p>
        </w:tc>
      </w:tr>
      <w:tr w:rsidR="00070B56" w:rsidRPr="008D10A3" w14:paraId="7AEA3257" w14:textId="77777777" w:rsidTr="00070B56">
        <w:tc>
          <w:tcPr>
            <w:tcW w:w="1256" w:type="dxa"/>
          </w:tcPr>
          <w:p w14:paraId="49CAB575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6569" w:type="dxa"/>
          </w:tcPr>
          <w:p w14:paraId="00A02525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analizować przyczyny i przebieg procesu stanowienia prawa</w:t>
            </w:r>
          </w:p>
        </w:tc>
        <w:tc>
          <w:tcPr>
            <w:tcW w:w="1695" w:type="dxa"/>
          </w:tcPr>
          <w:p w14:paraId="1ABDB58A" w14:textId="3885C784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K_U03</w:t>
            </w:r>
          </w:p>
        </w:tc>
      </w:tr>
      <w:tr w:rsidR="00070B56" w:rsidRPr="008D10A3" w14:paraId="503D4B9E" w14:textId="77777777" w:rsidTr="00070B56">
        <w:tc>
          <w:tcPr>
            <w:tcW w:w="1256" w:type="dxa"/>
          </w:tcPr>
          <w:p w14:paraId="059A3CB1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EK_15</w:t>
            </w:r>
          </w:p>
        </w:tc>
        <w:tc>
          <w:tcPr>
            <w:tcW w:w="6569" w:type="dxa"/>
          </w:tcPr>
          <w:p w14:paraId="0916FE96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Potrafi analizować przyczyny i przebieg procesu stosowania prawa</w:t>
            </w:r>
          </w:p>
        </w:tc>
        <w:tc>
          <w:tcPr>
            <w:tcW w:w="1695" w:type="dxa"/>
          </w:tcPr>
          <w:p w14:paraId="52318161" w14:textId="73CB75E9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K_U04</w:t>
            </w:r>
          </w:p>
        </w:tc>
      </w:tr>
      <w:tr w:rsidR="00070B56" w:rsidRPr="008D10A3" w14:paraId="305F39DA" w14:textId="77777777" w:rsidTr="00070B56">
        <w:tc>
          <w:tcPr>
            <w:tcW w:w="1256" w:type="dxa"/>
          </w:tcPr>
          <w:p w14:paraId="5A8ABD05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EK_16</w:t>
            </w:r>
          </w:p>
        </w:tc>
        <w:tc>
          <w:tcPr>
            <w:tcW w:w="6569" w:type="dxa"/>
          </w:tcPr>
          <w:p w14:paraId="178253BE" w14:textId="09E724D1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 xml:space="preserve">Sprawnie posługuje się normami, regułami oraz instytucjami prawnymi obowiązującymi w polskim systemie prawa; w zależności od dokonanego samodzielnie wyboru posiada rozszerzone umiejętności rozwiązywania konkretnych problemów prawnych w zakresie </w:t>
            </w:r>
            <w:r w:rsidR="00D004A9">
              <w:rPr>
                <w:rFonts w:ascii="Corbel" w:hAnsi="Corbel"/>
                <w:sz w:val="24"/>
                <w:szCs w:val="24"/>
              </w:rPr>
              <w:t>prawa konstytucyjnego</w:t>
            </w:r>
            <w:r w:rsidRPr="008D10A3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695" w:type="dxa"/>
          </w:tcPr>
          <w:p w14:paraId="7DD35B37" w14:textId="21982FB0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K_U05</w:t>
            </w:r>
          </w:p>
        </w:tc>
      </w:tr>
      <w:tr w:rsidR="00070B56" w:rsidRPr="008D10A3" w14:paraId="16C85707" w14:textId="77777777" w:rsidTr="00070B56">
        <w:tc>
          <w:tcPr>
            <w:tcW w:w="1256" w:type="dxa"/>
          </w:tcPr>
          <w:p w14:paraId="503B373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EK_17</w:t>
            </w:r>
          </w:p>
          <w:p w14:paraId="0AC101D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29710B19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formułować własne opinie w odniesieniu do poznanych instytucji prawnych i politycznych;</w:t>
            </w:r>
          </w:p>
        </w:tc>
        <w:tc>
          <w:tcPr>
            <w:tcW w:w="1695" w:type="dxa"/>
          </w:tcPr>
          <w:p w14:paraId="70C37E11" w14:textId="580D67FD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K_U06</w:t>
            </w:r>
          </w:p>
        </w:tc>
      </w:tr>
      <w:tr w:rsidR="00070B56" w:rsidRPr="008D10A3" w14:paraId="05E50FF9" w14:textId="77777777" w:rsidTr="00070B56">
        <w:tc>
          <w:tcPr>
            <w:tcW w:w="1256" w:type="dxa"/>
          </w:tcPr>
          <w:p w14:paraId="1EBF5CF8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6569" w:type="dxa"/>
          </w:tcPr>
          <w:p w14:paraId="2E5E5D2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695" w:type="dxa"/>
          </w:tcPr>
          <w:p w14:paraId="752775F4" w14:textId="5D760656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K_U07</w:t>
            </w:r>
          </w:p>
        </w:tc>
      </w:tr>
      <w:tr w:rsidR="00070B56" w:rsidRPr="008D10A3" w14:paraId="62696038" w14:textId="77777777" w:rsidTr="00070B56">
        <w:tc>
          <w:tcPr>
            <w:tcW w:w="1256" w:type="dxa"/>
          </w:tcPr>
          <w:p w14:paraId="3FA28086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6569" w:type="dxa"/>
          </w:tcPr>
          <w:p w14:paraId="58296FF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695" w:type="dxa"/>
          </w:tcPr>
          <w:p w14:paraId="48B85388" w14:textId="13445B51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K_U08</w:t>
            </w:r>
          </w:p>
        </w:tc>
      </w:tr>
      <w:tr w:rsidR="00070B56" w:rsidRPr="008D10A3" w14:paraId="7B53E5E8" w14:textId="77777777" w:rsidTr="00070B56">
        <w:tc>
          <w:tcPr>
            <w:tcW w:w="1256" w:type="dxa"/>
          </w:tcPr>
          <w:p w14:paraId="7F9D400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6569" w:type="dxa"/>
          </w:tcPr>
          <w:p w14:paraId="4EAF084A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subsumcji określonego stanu faktycznego do normy lub norm prawnych;</w:t>
            </w:r>
          </w:p>
        </w:tc>
        <w:tc>
          <w:tcPr>
            <w:tcW w:w="1695" w:type="dxa"/>
          </w:tcPr>
          <w:p w14:paraId="2BDDE982" w14:textId="70EEEC4B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K_U10</w:t>
            </w:r>
          </w:p>
        </w:tc>
      </w:tr>
      <w:tr w:rsidR="00070B56" w:rsidRPr="008D10A3" w14:paraId="73646934" w14:textId="77777777" w:rsidTr="00070B56">
        <w:tc>
          <w:tcPr>
            <w:tcW w:w="1256" w:type="dxa"/>
          </w:tcPr>
          <w:p w14:paraId="5CA7F2A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6569" w:type="dxa"/>
          </w:tcPr>
          <w:p w14:paraId="32142CB6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stawiać proste hipotezy badawcze i je weryfikować;</w:t>
            </w:r>
          </w:p>
        </w:tc>
        <w:tc>
          <w:tcPr>
            <w:tcW w:w="1695" w:type="dxa"/>
          </w:tcPr>
          <w:p w14:paraId="4B03FF42" w14:textId="2C4C6767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K_U11</w:t>
            </w:r>
          </w:p>
        </w:tc>
      </w:tr>
      <w:tr w:rsidR="00070B56" w:rsidRPr="008D10A3" w14:paraId="15C95D4F" w14:textId="77777777" w:rsidTr="00070B56">
        <w:tc>
          <w:tcPr>
            <w:tcW w:w="1256" w:type="dxa"/>
          </w:tcPr>
          <w:p w14:paraId="6E24F51C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EK_22</w:t>
            </w:r>
          </w:p>
        </w:tc>
        <w:tc>
          <w:tcPr>
            <w:tcW w:w="6569" w:type="dxa"/>
          </w:tcPr>
          <w:p w14:paraId="1ADC31E1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pogłębioną umiejętność przygotowania prac pisemnych dotyczących określonych zagadnień i problemów prawnych za</w:t>
            </w:r>
            <w:r w:rsidRPr="008D10A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D10A3">
              <w:rPr>
                <w:rFonts w:ascii="Corbel" w:hAnsi="Corbel"/>
                <w:sz w:val="24"/>
                <w:szCs w:val="24"/>
              </w:rPr>
              <w:t>pomocą odpowiednio dobranych metod, narzędzi oraz zaawansowanych technik informacyjno-komunikacyjnych</w:t>
            </w:r>
          </w:p>
        </w:tc>
        <w:tc>
          <w:tcPr>
            <w:tcW w:w="1695" w:type="dxa"/>
          </w:tcPr>
          <w:p w14:paraId="0C723E36" w14:textId="62FA445C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K_U12</w:t>
            </w:r>
          </w:p>
        </w:tc>
      </w:tr>
      <w:tr w:rsidR="00070B56" w:rsidRPr="008D10A3" w14:paraId="10B94C71" w14:textId="77777777" w:rsidTr="00070B56">
        <w:tc>
          <w:tcPr>
            <w:tcW w:w="1256" w:type="dxa"/>
          </w:tcPr>
          <w:p w14:paraId="690D624F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EK_23</w:t>
            </w:r>
          </w:p>
        </w:tc>
        <w:tc>
          <w:tcPr>
            <w:tcW w:w="6569" w:type="dxa"/>
          </w:tcPr>
          <w:p w14:paraId="41815CE5" w14:textId="5873A6FE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 xml:space="preserve">Posiada pogłębioną umiejętność przygotowania wystąpień ustnych dotyczących określonych zagadnień i problemów </w:t>
            </w:r>
            <w:r w:rsidR="00D004A9">
              <w:rPr>
                <w:rFonts w:ascii="Corbel" w:hAnsi="Corbel"/>
                <w:sz w:val="24"/>
                <w:szCs w:val="24"/>
              </w:rPr>
              <w:t>związanych z prawem konstytucyjnym</w:t>
            </w:r>
            <w:r w:rsidRPr="008D10A3">
              <w:rPr>
                <w:rFonts w:ascii="Corbel" w:hAnsi="Corbel"/>
                <w:sz w:val="24"/>
                <w:szCs w:val="24"/>
              </w:rPr>
              <w:t xml:space="preserve"> za pomocą odpowiednio dobranych metod, narzędzi oraz zaawansowanych technik informacyjno-komunikacyjnych;</w:t>
            </w:r>
          </w:p>
        </w:tc>
        <w:tc>
          <w:tcPr>
            <w:tcW w:w="1695" w:type="dxa"/>
          </w:tcPr>
          <w:p w14:paraId="1AD5A21F" w14:textId="041179E7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K_U13</w:t>
            </w:r>
          </w:p>
        </w:tc>
      </w:tr>
      <w:tr w:rsidR="00070B56" w:rsidRPr="008D10A3" w14:paraId="1A9155A4" w14:textId="77777777" w:rsidTr="00070B56">
        <w:tc>
          <w:tcPr>
            <w:tcW w:w="1256" w:type="dxa"/>
          </w:tcPr>
          <w:p w14:paraId="2FB641F9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EK_24</w:t>
            </w:r>
          </w:p>
        </w:tc>
        <w:tc>
          <w:tcPr>
            <w:tcW w:w="6569" w:type="dxa"/>
          </w:tcPr>
          <w:p w14:paraId="7E0DCCC3" w14:textId="14D910FA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Potrafi określić obszary życia społecznego które podlegają lub mogą podlegać w przyszłości regulacjom prawn</w:t>
            </w:r>
            <w:r w:rsidR="00D004A9">
              <w:rPr>
                <w:rFonts w:ascii="Corbel" w:hAnsi="Corbel"/>
                <w:sz w:val="24"/>
                <w:szCs w:val="24"/>
              </w:rPr>
              <w:t>a konstytucyjnego</w:t>
            </w:r>
            <w:r w:rsidRPr="008D10A3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695" w:type="dxa"/>
          </w:tcPr>
          <w:p w14:paraId="727556D6" w14:textId="33D4E9A7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K_U15</w:t>
            </w:r>
          </w:p>
        </w:tc>
      </w:tr>
      <w:tr w:rsidR="00070B56" w:rsidRPr="008D10A3" w14:paraId="6A6D3183" w14:textId="77777777" w:rsidTr="00070B56">
        <w:tc>
          <w:tcPr>
            <w:tcW w:w="1256" w:type="dxa"/>
          </w:tcPr>
          <w:p w14:paraId="548F3ED5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EK_25</w:t>
            </w:r>
          </w:p>
        </w:tc>
        <w:tc>
          <w:tcPr>
            <w:tcW w:w="6569" w:type="dxa"/>
          </w:tcPr>
          <w:p w14:paraId="166A4B72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695" w:type="dxa"/>
          </w:tcPr>
          <w:p w14:paraId="06DD14A2" w14:textId="36A0E15F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K_U16</w:t>
            </w:r>
          </w:p>
        </w:tc>
      </w:tr>
      <w:tr w:rsidR="00070B56" w:rsidRPr="008D10A3" w14:paraId="4F9A7B8D" w14:textId="77777777" w:rsidTr="00070B56">
        <w:tc>
          <w:tcPr>
            <w:tcW w:w="1256" w:type="dxa"/>
          </w:tcPr>
          <w:p w14:paraId="7A11644D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EK_26</w:t>
            </w:r>
          </w:p>
          <w:p w14:paraId="0841C58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5E4380B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planować i realizować własne uczenie się przez całe życie;</w:t>
            </w:r>
          </w:p>
        </w:tc>
        <w:tc>
          <w:tcPr>
            <w:tcW w:w="1695" w:type="dxa"/>
          </w:tcPr>
          <w:p w14:paraId="5EADE0EB" w14:textId="588C11B6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K_U17</w:t>
            </w:r>
          </w:p>
        </w:tc>
      </w:tr>
      <w:tr w:rsidR="00070B56" w:rsidRPr="008D10A3" w14:paraId="256E6E94" w14:textId="77777777" w:rsidTr="00070B56">
        <w:tc>
          <w:tcPr>
            <w:tcW w:w="1256" w:type="dxa"/>
          </w:tcPr>
          <w:p w14:paraId="7482A47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lastRenderedPageBreak/>
              <w:t>EK_27</w:t>
            </w:r>
          </w:p>
        </w:tc>
        <w:tc>
          <w:tcPr>
            <w:tcW w:w="6569" w:type="dxa"/>
          </w:tcPr>
          <w:p w14:paraId="52EB632F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695" w:type="dxa"/>
          </w:tcPr>
          <w:p w14:paraId="2B48DDB7" w14:textId="775DF003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K_K01</w:t>
            </w:r>
          </w:p>
        </w:tc>
      </w:tr>
      <w:tr w:rsidR="00070B56" w:rsidRPr="008D10A3" w14:paraId="1DF1AA65" w14:textId="77777777" w:rsidTr="00070B56">
        <w:tc>
          <w:tcPr>
            <w:tcW w:w="1256" w:type="dxa"/>
          </w:tcPr>
          <w:p w14:paraId="1894E6FB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6569" w:type="dxa"/>
          </w:tcPr>
          <w:p w14:paraId="236DDC0A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społecznego znaczenia zawodu prawnika;</w:t>
            </w:r>
          </w:p>
        </w:tc>
        <w:tc>
          <w:tcPr>
            <w:tcW w:w="1695" w:type="dxa"/>
          </w:tcPr>
          <w:p w14:paraId="489F2F98" w14:textId="2F85CBF0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K_K04</w:t>
            </w:r>
          </w:p>
        </w:tc>
      </w:tr>
      <w:tr w:rsidR="00070B56" w:rsidRPr="008D10A3" w14:paraId="6C6DD157" w14:textId="77777777" w:rsidTr="00070B56">
        <w:tc>
          <w:tcPr>
            <w:tcW w:w="1256" w:type="dxa"/>
          </w:tcPr>
          <w:p w14:paraId="5B22A5CE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6569" w:type="dxa"/>
          </w:tcPr>
          <w:p w14:paraId="5B3FA3C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konieczność stosowania etycznych zasad w życiu zawodowym prawnika;</w:t>
            </w:r>
          </w:p>
        </w:tc>
        <w:tc>
          <w:tcPr>
            <w:tcW w:w="1695" w:type="dxa"/>
          </w:tcPr>
          <w:p w14:paraId="337A0DBD" w14:textId="3FB0CB7E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K_K05</w:t>
            </w:r>
          </w:p>
        </w:tc>
      </w:tr>
      <w:tr w:rsidR="00070B56" w:rsidRPr="008D10A3" w14:paraId="44A747D4" w14:textId="77777777" w:rsidTr="00070B56">
        <w:tc>
          <w:tcPr>
            <w:tcW w:w="1256" w:type="dxa"/>
          </w:tcPr>
          <w:p w14:paraId="4C04F3F6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6569" w:type="dxa"/>
          </w:tcPr>
          <w:p w14:paraId="750FF9DC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95" w:type="dxa"/>
          </w:tcPr>
          <w:p w14:paraId="00F1506E" w14:textId="0A140EB9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K_K06</w:t>
            </w:r>
          </w:p>
        </w:tc>
      </w:tr>
      <w:tr w:rsidR="00070B56" w:rsidRPr="008D10A3" w14:paraId="6BD8ABCF" w14:textId="77777777" w:rsidTr="00070B56">
        <w:tc>
          <w:tcPr>
            <w:tcW w:w="1256" w:type="dxa"/>
          </w:tcPr>
          <w:p w14:paraId="607B6EE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EK_31</w:t>
            </w:r>
          </w:p>
        </w:tc>
        <w:tc>
          <w:tcPr>
            <w:tcW w:w="6569" w:type="dxa"/>
          </w:tcPr>
          <w:p w14:paraId="7A596B0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95" w:type="dxa"/>
          </w:tcPr>
          <w:p w14:paraId="536BDBB6" w14:textId="0DF146DD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K_K07</w:t>
            </w:r>
          </w:p>
        </w:tc>
      </w:tr>
      <w:tr w:rsidR="00070B56" w:rsidRPr="008D10A3" w14:paraId="155F4218" w14:textId="77777777" w:rsidTr="00070B56">
        <w:tc>
          <w:tcPr>
            <w:tcW w:w="1256" w:type="dxa"/>
          </w:tcPr>
          <w:p w14:paraId="7244041B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EK_32</w:t>
            </w:r>
          </w:p>
        </w:tc>
        <w:tc>
          <w:tcPr>
            <w:tcW w:w="6569" w:type="dxa"/>
          </w:tcPr>
          <w:p w14:paraId="365E6CD5" w14:textId="55DA1A2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Szanuje różne poglądy i postawy</w:t>
            </w:r>
            <w:r w:rsidR="00D004A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14:paraId="5F81E5F1" w14:textId="0E761619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K_K10</w:t>
            </w:r>
          </w:p>
        </w:tc>
      </w:tr>
    </w:tbl>
    <w:p w14:paraId="308FF479" w14:textId="77777777" w:rsidR="00070B56" w:rsidRDefault="00070B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3DF66510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2D49" w:rsidRPr="00B00F1E" w14:paraId="2F378A71" w14:textId="77777777" w:rsidTr="00555E93">
        <w:tc>
          <w:tcPr>
            <w:tcW w:w="9639" w:type="dxa"/>
          </w:tcPr>
          <w:p w14:paraId="1B7D411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Treści merytoryczne                                                                                                           </w:t>
            </w:r>
          </w:p>
        </w:tc>
      </w:tr>
      <w:tr w:rsidR="00712D49" w:rsidRPr="00B00F1E" w14:paraId="6853B3D6" w14:textId="77777777" w:rsidTr="00555E93">
        <w:tc>
          <w:tcPr>
            <w:tcW w:w="9639" w:type="dxa"/>
          </w:tcPr>
          <w:p w14:paraId="00C6DE88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Definicja i przedmiot prawa konstytucyjnego.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6B4E4C0F" w14:textId="77777777" w:rsidTr="00555E93">
        <w:tc>
          <w:tcPr>
            <w:tcW w:w="9639" w:type="dxa"/>
          </w:tcPr>
          <w:p w14:paraId="6E270DE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Konstytucja – zagadnienia węzłowe: geneza konstytucji pisanej, konstytucja a ustrój polityczny państwa, konstytucja jako ustawa zasadnicza, źródła prawa konstytucyjnego, ustrojowe modele kontroli konstytucyjności prawa, szczególna treść przepisów oraz systematyka konstytucji, sposoby uchwalania konstytucji, zagadnienie zmiany konstytucji.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 min</w:t>
            </w:r>
          </w:p>
        </w:tc>
      </w:tr>
      <w:tr w:rsidR="00712D49" w:rsidRPr="00B00F1E" w14:paraId="732703DD" w14:textId="77777777" w:rsidTr="00555E93">
        <w:tc>
          <w:tcPr>
            <w:tcW w:w="9639" w:type="dxa"/>
          </w:tcPr>
          <w:p w14:paraId="35C8CB2B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Ustrój konstytucyjny w Polsce powojennej oraz w dobie PRL – antecedencje historyczne: tworzenie fundamentów ustrojowych (okres Krajowej Rady Narodowej), system konstytucyjny w latach 1947 – 1952, system konstytucyjny w latach 1952 – 1989.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 min.</w:t>
            </w:r>
          </w:p>
        </w:tc>
      </w:tr>
      <w:tr w:rsidR="00712D49" w:rsidRPr="00B00F1E" w14:paraId="460A7B4B" w14:textId="77777777" w:rsidTr="00555E93">
        <w:tc>
          <w:tcPr>
            <w:tcW w:w="9639" w:type="dxa"/>
          </w:tcPr>
          <w:p w14:paraId="3ACC2DE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Reforma systemu konstytucyjnego państwa w dobie transformacji ustrojowej: przebieg oraz ustalenia konferencji „Okrągłego Stołu”, wybory parlamentarne z czerwca 1989 roku i ich znaczenie dla procesu kształtowania sceny politycznej w Polsce w okresie transformacji ustrojowej, nowelizacje Konstytucji PRL po 1989 roku, założenia ustrojowe oraz zakres regulacji Małej konstytucji z 1992 r., przebieg prac nad przygotowaniem tekstu Konstytucji RP z 2 kwietnia 1997 r. propozycje legislacyjne oraz uwarunkowania polityczne.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712D49" w:rsidRPr="00B00F1E" w14:paraId="076C1E59" w14:textId="77777777" w:rsidTr="00555E93">
        <w:tc>
          <w:tcPr>
            <w:tcW w:w="9639" w:type="dxa"/>
          </w:tcPr>
          <w:p w14:paraId="1B28CDC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Systemy rządów we współczesnych porządkach demokratycznych: system parlamentarno-gabinetowy, system kanclerski, system prezydencki, system pół-prezydencki, system parlamentarno-komitetowy.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1 godz. 30 min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12D49" w:rsidRPr="00B00F1E" w14:paraId="24A125E5" w14:textId="77777777" w:rsidTr="00555E93">
        <w:tc>
          <w:tcPr>
            <w:tcW w:w="9639" w:type="dxa"/>
          </w:tcPr>
          <w:p w14:paraId="59D4ECE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Naczelne zasady ustroju III RP: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8908EE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3CC787A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4DAC6AB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>- zasada demokratycznego państwa prawnego</w:t>
            </w:r>
          </w:p>
          <w:p w14:paraId="6A87904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6DB7CA4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3ED85D70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0D85628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5121FB3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1FB001F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parlamentarno-gabinetowego systemu rządów</w:t>
            </w:r>
          </w:p>
          <w:p w14:paraId="3E4934E8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-zasada odrębności i niezależności sądów i Trybunałów</w:t>
            </w:r>
          </w:p>
          <w:p w14:paraId="197F74A3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49AA483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decentralizacji władzy publicznej oraz samorządu terytorialnego.</w:t>
            </w:r>
          </w:p>
        </w:tc>
      </w:tr>
      <w:tr w:rsidR="00712D49" w:rsidRPr="00B00F1E" w14:paraId="6613DFD2" w14:textId="77777777" w:rsidTr="00555E93">
        <w:tc>
          <w:tcPr>
            <w:tcW w:w="9639" w:type="dxa"/>
          </w:tcPr>
          <w:p w14:paraId="553799B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Ustrojowy status jednostki w państwie: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110949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geneza ochrony praw jednostki </w:t>
            </w:r>
          </w:p>
          <w:p w14:paraId="0421248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międzynarodowa ochrona praw człowieka</w:t>
            </w:r>
          </w:p>
          <w:p w14:paraId="0683D179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wolności, prawa i obowiązki człowieka i obywatela    (założenia konstytucyjne)</w:t>
            </w:r>
          </w:p>
          <w:p w14:paraId="0A07D4CB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zakres regulacji konstytucyjnej</w:t>
            </w:r>
          </w:p>
          <w:p w14:paraId="697B2E4F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człowieka </w:t>
            </w:r>
          </w:p>
          <w:p w14:paraId="35AC803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podmiotowe</w:t>
            </w:r>
          </w:p>
          <w:p w14:paraId="35C0817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obywatelskie</w:t>
            </w:r>
          </w:p>
          <w:p w14:paraId="3532D1B9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wolności osobiste</w:t>
            </w:r>
          </w:p>
          <w:p w14:paraId="79A481D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podstawowe obowiązki</w:t>
            </w:r>
          </w:p>
          <w:p w14:paraId="37161AE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instytucjonalne gwarancje ochron</w:t>
            </w:r>
            <w:r w:rsidRPr="00B00F1E">
              <w:rPr>
                <w:rFonts w:ascii="Corbel" w:hAnsi="Corbel"/>
                <w:sz w:val="24"/>
                <w:szCs w:val="24"/>
              </w:rPr>
              <w:cr/>
              <w:t xml:space="preserve"> praw jednostki.</w:t>
            </w:r>
          </w:p>
        </w:tc>
      </w:tr>
      <w:tr w:rsidR="00712D49" w:rsidRPr="00B00F1E" w14:paraId="4246B122" w14:textId="77777777" w:rsidTr="00555E93">
        <w:tc>
          <w:tcPr>
            <w:tcW w:w="9639" w:type="dxa"/>
          </w:tcPr>
          <w:p w14:paraId="237E607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Konstytucyjny system źródeł prawa:  akty prawa powszechnie obowiązującego oraz akty prawa wewnętrznego.                                                                        5 godz.</w:t>
            </w:r>
          </w:p>
        </w:tc>
      </w:tr>
      <w:tr w:rsidR="00712D49" w:rsidRPr="00B00F1E" w14:paraId="63E570DA" w14:textId="77777777" w:rsidTr="00555E93">
        <w:tc>
          <w:tcPr>
            <w:tcW w:w="9639" w:type="dxa"/>
          </w:tcPr>
          <w:p w14:paraId="2D06364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Prawo wyborcze:                                                                                                        5 godz.</w:t>
            </w:r>
          </w:p>
          <w:p w14:paraId="625CFBD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24371E5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prawo wyborcze, system wyborczy – pojęcie</w:t>
            </w:r>
          </w:p>
          <w:p w14:paraId="7194776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funkcje prawa wyborczego</w:t>
            </w:r>
          </w:p>
          <w:p w14:paraId="67B67FC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konstytucyjne zasady prawa wyborczego:</w:t>
            </w:r>
          </w:p>
          <w:p w14:paraId="5F515780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powszechności</w:t>
            </w:r>
          </w:p>
          <w:p w14:paraId="4E96B1A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równości </w:t>
            </w:r>
          </w:p>
          <w:p w14:paraId="062A1994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bezpośredniości</w:t>
            </w:r>
          </w:p>
          <w:p w14:paraId="1824084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proporcjonalności i zasada większości</w:t>
            </w:r>
          </w:p>
          <w:p w14:paraId="395F3B0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tajności</w:t>
            </w:r>
          </w:p>
          <w:p w14:paraId="1568593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organizacja wyborów parlamentarnych i na urząd prezydenta</w:t>
            </w:r>
          </w:p>
          <w:p w14:paraId="5F32FBA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- struktura oraz kompetencje organów wyborczych </w:t>
            </w:r>
          </w:p>
          <w:p w14:paraId="41EE093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tryb stwierdzania ważności wyborów.</w:t>
            </w:r>
          </w:p>
        </w:tc>
      </w:tr>
      <w:tr w:rsidR="00712D49" w:rsidRPr="00B00F1E" w14:paraId="016F46C6" w14:textId="77777777" w:rsidTr="00555E93">
        <w:tc>
          <w:tcPr>
            <w:tcW w:w="9639" w:type="dxa"/>
          </w:tcPr>
          <w:p w14:paraId="7427598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Instytucje demokracji bezpośredniej: referendum i inicjatywa obywatelska. </w:t>
            </w:r>
          </w:p>
          <w:p w14:paraId="24A24CF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3 godz.</w:t>
            </w:r>
          </w:p>
        </w:tc>
      </w:tr>
      <w:tr w:rsidR="00712D49" w:rsidRPr="00B00F1E" w14:paraId="428D58A3" w14:textId="77777777" w:rsidTr="00555E93">
        <w:tc>
          <w:tcPr>
            <w:tcW w:w="9639" w:type="dxa"/>
          </w:tcPr>
          <w:p w14:paraId="24FABF6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Sejm i Senat jako organy władzy ustawodawczej: miejsce Sejmu i Senatu w systemie organizacji władzy państwowej w Polsce, regulaminy izb, ustrojowy status </w:t>
            </w: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deputowanego do Sejmu i Senatu, funkcje ustrojowe oraz kompetencje Sejmu i Senatu, struktura organizacyjna oraz mechanizmy funkcjonowania izb polskiego parlamentu:, organy wewnętrzne w Sejmie i Senacie, prawne formy organizowania się posłów na terenie parlamentu, prace Sejmu i Senatu – regulacja prawna, zwyczaje parlamentarne, zasady ustrojowe, tryb ustawodawczy: zwykła procedura ustawodawcza, szczególne procedury ustawodawcze.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7 godz.</w:t>
            </w:r>
          </w:p>
        </w:tc>
      </w:tr>
      <w:tr w:rsidR="00712D49" w:rsidRPr="00B00F1E" w14:paraId="453F24D3" w14:textId="77777777" w:rsidTr="00555E93">
        <w:tc>
          <w:tcPr>
            <w:tcW w:w="9639" w:type="dxa"/>
          </w:tcPr>
          <w:p w14:paraId="438E4D7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Ustrojowy model prezydentury w Polsce: pozycja ustrojowa Prezydenta RP, instytucja odpowiedzialności konstytucyjnej Prezydenta RP, zasady wyboru Prezydenta RP, funkcje ustrojowe Prezydenta RP, akty urzędowe Prezydenta RP, kompetencje Prezydenta RP: w relacjach z parlamentem, w relacjach z rządem oraz w relacjach z władzą sądowniczą.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7 godz.</w:t>
            </w:r>
          </w:p>
        </w:tc>
      </w:tr>
      <w:tr w:rsidR="00712D49" w:rsidRPr="00B00F1E" w14:paraId="6D8080F5" w14:textId="77777777" w:rsidTr="00555E93">
        <w:tc>
          <w:tcPr>
            <w:tcW w:w="9639" w:type="dxa"/>
          </w:tcPr>
          <w:p w14:paraId="227494E3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Rada Ministrów i administracja rządowa: ustrojowa rola Rady Ministrów, skład rządu, tryb powoływania i dokonywania zmian w składzie Rady Ministrów, zagadnienie konstytucyjnej odpowiedzialności członków Rady Ministrów, prawnoustrojowe formy politycznej odpowiedzialności Rady Ministrów, kompetencje Rady Ministrów, tryb działania Rady Ministrów, administracja rządowa. Organy samorządu terytorialnego.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357380D9" w14:textId="77777777" w:rsidTr="00555E93">
        <w:tc>
          <w:tcPr>
            <w:tcW w:w="9639" w:type="dxa"/>
          </w:tcPr>
          <w:p w14:paraId="75E0358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Sądy i trybunały. Krajowa Rada Sądownictwa.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71191CEF" w14:textId="77777777" w:rsidTr="00555E93">
        <w:tc>
          <w:tcPr>
            <w:tcW w:w="9639" w:type="dxa"/>
          </w:tcPr>
          <w:p w14:paraId="2B22CCD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Konstytucyjne organy kontroli państwowej i ochrony prawa.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5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72A364C6" w14:textId="77777777" w:rsidTr="00555E93">
        <w:tc>
          <w:tcPr>
            <w:tcW w:w="9639" w:type="dxa"/>
          </w:tcPr>
          <w:p w14:paraId="6B77EBF1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Problematyka stanów nadzwyczajnych: stan wojenny, stan wyjątkowy oraz stan klęski żywiołowej                                                                                                                3 godz.</w:t>
            </w:r>
          </w:p>
        </w:tc>
      </w:tr>
      <w:tr w:rsidR="00712D49" w:rsidRPr="00B00F1E" w14:paraId="0C498059" w14:textId="77777777" w:rsidTr="00555E93">
        <w:tc>
          <w:tcPr>
            <w:tcW w:w="9639" w:type="dxa"/>
          </w:tcPr>
          <w:p w14:paraId="015DF340" w14:textId="436AD434" w:rsidR="00712D49" w:rsidRPr="00712D49" w:rsidRDefault="00712D49" w:rsidP="00555E93">
            <w:pPr>
              <w:pStyle w:val="Akapitzlis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12D49">
              <w:rPr>
                <w:rFonts w:ascii="Corbel" w:hAnsi="Corbel"/>
                <w:b/>
                <w:bCs/>
                <w:sz w:val="24"/>
                <w:szCs w:val="24"/>
              </w:rPr>
              <w:t xml:space="preserve">Suma godzin: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712D49">
              <w:rPr>
                <w:rFonts w:ascii="Corbel" w:hAnsi="Corbel"/>
                <w:b/>
                <w:bCs/>
                <w:sz w:val="24"/>
                <w:szCs w:val="24"/>
              </w:rPr>
              <w:t>60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2D49" w:rsidRPr="007902BB" w14:paraId="40DD3AA3" w14:textId="77777777" w:rsidTr="00555E93">
        <w:tc>
          <w:tcPr>
            <w:tcW w:w="9520" w:type="dxa"/>
          </w:tcPr>
          <w:p w14:paraId="1B8E659F" w14:textId="77777777" w:rsidR="00712D49" w:rsidRPr="007902BB" w:rsidRDefault="00712D49" w:rsidP="00555E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2D49" w:rsidRPr="007902BB" w14:paraId="48CAC64D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0349" w14:textId="77777777" w:rsidR="00712D49" w:rsidRPr="00A5184F" w:rsidRDefault="00712D49" w:rsidP="00712D49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5184F">
              <w:rPr>
                <w:rFonts w:ascii="Corbel" w:hAnsi="Corbel"/>
                <w:b/>
                <w:sz w:val="24"/>
                <w:szCs w:val="24"/>
              </w:rPr>
              <w:t>Definicja i przedmiot prawa konstytucyjnego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1 godz.</w:t>
            </w:r>
          </w:p>
        </w:tc>
      </w:tr>
      <w:tr w:rsidR="00712D49" w:rsidRPr="007902BB" w14:paraId="5A6225E3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4ACF" w14:textId="77777777" w:rsidR="00712D49" w:rsidRPr="00A5184F" w:rsidRDefault="00712D49" w:rsidP="00555E93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5184F">
              <w:rPr>
                <w:rFonts w:ascii="Corbel" w:hAnsi="Corbel"/>
                <w:b/>
                <w:sz w:val="24"/>
                <w:szCs w:val="24"/>
              </w:rPr>
              <w:t>Konstytucja – zagadnienia węzłowe: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2 godz.</w:t>
            </w:r>
          </w:p>
          <w:p w14:paraId="2610A64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konstytucji pisanej</w:t>
            </w:r>
          </w:p>
          <w:p w14:paraId="67C83C7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a ustrój polityczny państwa</w:t>
            </w:r>
          </w:p>
          <w:p w14:paraId="07C4D4C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jako ustawa zasadnicza</w:t>
            </w:r>
          </w:p>
          <w:p w14:paraId="2522F86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źródła prawa konstytucyjnego</w:t>
            </w:r>
          </w:p>
          <w:p w14:paraId="49A0972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ustrojowe modele kontroli konstytucyjności prawa</w:t>
            </w:r>
          </w:p>
          <w:p w14:paraId="30D2B5A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szczególna treść przepisów oraz systematyka konstytucji</w:t>
            </w:r>
          </w:p>
          <w:p w14:paraId="1E900B1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sposoby uchwalania konstytucji</w:t>
            </w:r>
          </w:p>
          <w:p w14:paraId="1705F3A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zmiany konstytucji</w:t>
            </w:r>
          </w:p>
        </w:tc>
      </w:tr>
      <w:tr w:rsidR="00712D49" w:rsidRPr="007902BB" w14:paraId="7A13D6BE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60D7" w14:textId="77777777" w:rsidR="00712D49" w:rsidRPr="007902BB" w:rsidRDefault="00712D49" w:rsidP="00555E93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Ustrój konstytucyjny w Polsce powojennej, w dobie oraz reforma systemu konstytucyjnego państwa w dobie transformacji ustrojowej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2 godz.</w:t>
            </w:r>
          </w:p>
        </w:tc>
      </w:tr>
      <w:tr w:rsidR="00712D49" w:rsidRPr="007902BB" w14:paraId="516D9F28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E93" w14:textId="77777777" w:rsidR="00712D49" w:rsidRPr="00712D49" w:rsidRDefault="00712D49" w:rsidP="00712D49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2D49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Pr="00712D49">
              <w:rPr>
                <w:rFonts w:ascii="Corbel" w:hAnsi="Corbel"/>
                <w:b/>
                <w:sz w:val="24"/>
                <w:szCs w:val="24"/>
              </w:rPr>
              <w:t>Naczelne zasady ustroju III RP:                                                                             5 godz.</w:t>
            </w:r>
          </w:p>
          <w:p w14:paraId="6648C404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1094CCC2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377FF941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438A1718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23A4BD73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0204B46E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098A96AA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24C29BCD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58DFE01A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parlamentarno-gabinetowego systemu rządów</w:t>
            </w:r>
          </w:p>
          <w:p w14:paraId="1FA531D5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odrębności i niezależności sądów</w:t>
            </w:r>
            <w:r w:rsidRPr="007902BB">
              <w:rPr>
                <w:rFonts w:ascii="Corbel" w:hAnsi="Corbel"/>
                <w:sz w:val="24"/>
                <w:szCs w:val="24"/>
              </w:rPr>
              <w:br/>
              <w:t xml:space="preserve"> i Trybunałów</w:t>
            </w:r>
          </w:p>
          <w:p w14:paraId="1F757539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781ED210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decentralizacji władzy publicznej oraz samorządu terytorialnego</w:t>
            </w:r>
          </w:p>
        </w:tc>
      </w:tr>
      <w:tr w:rsidR="00712D49" w:rsidRPr="007902BB" w14:paraId="20E54958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985F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Ustrojowy status jednostki w państwie: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5 godz.</w:t>
            </w:r>
          </w:p>
          <w:p w14:paraId="3B05625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ochrony praw jednostki</w:t>
            </w:r>
          </w:p>
          <w:p w14:paraId="589B21F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międzynarodowa ochrona praw człowieka</w:t>
            </w:r>
          </w:p>
          <w:p w14:paraId="5273B41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wolności, prawa i obowiązki człowieka i obywatela    (założenia konstytucyjne)</w:t>
            </w:r>
          </w:p>
          <w:p w14:paraId="3BD08D4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regulacji konstytucyjnej</w:t>
            </w:r>
          </w:p>
          <w:p w14:paraId="4AC8BC1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człowieka</w:t>
            </w:r>
          </w:p>
          <w:p w14:paraId="11E50D1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podmiotowe</w:t>
            </w:r>
          </w:p>
          <w:p w14:paraId="1B33BE1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obywatelskie</w:t>
            </w:r>
          </w:p>
          <w:p w14:paraId="2B103B9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 osobiste</w:t>
            </w:r>
          </w:p>
          <w:p w14:paraId="28CA00E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podstawowe obowiązki</w:t>
            </w:r>
          </w:p>
          <w:p w14:paraId="6891152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instytucjonalne gwarancje ochrony praw jednostki</w:t>
            </w:r>
          </w:p>
        </w:tc>
      </w:tr>
      <w:tr w:rsidR="00712D49" w:rsidRPr="007902BB" w14:paraId="2C738F14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761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Konstytucyjny system źródeł prawa: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4 godz.</w:t>
            </w:r>
          </w:p>
          <w:p w14:paraId="5F2DD78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powszechnie obowiązującego</w:t>
            </w:r>
          </w:p>
          <w:p w14:paraId="7CB3007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wewnętrznego</w:t>
            </w:r>
          </w:p>
          <w:p w14:paraId="7A265AB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prawa międzynarodowego i prawa europejskiego w systemie źródeł prawa</w:t>
            </w:r>
          </w:p>
        </w:tc>
      </w:tr>
      <w:tr w:rsidR="00712D49" w:rsidRPr="007902BB" w14:paraId="59D8BF64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4AF5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Prawo wyborcze: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3 godz.</w:t>
            </w:r>
          </w:p>
          <w:p w14:paraId="2E072B2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640EE70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prawo wyborcze, system wyborczy – pojęcie</w:t>
            </w:r>
          </w:p>
          <w:p w14:paraId="2AC3024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prawa wyborczego</w:t>
            </w:r>
          </w:p>
          <w:p w14:paraId="163AC00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prawa wyborczego:</w:t>
            </w:r>
          </w:p>
          <w:p w14:paraId="66E661E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powszechności</w:t>
            </w:r>
          </w:p>
          <w:p w14:paraId="2F47AB92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równości</w:t>
            </w:r>
          </w:p>
          <w:p w14:paraId="6B8DDE2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bezpośredniości</w:t>
            </w:r>
          </w:p>
          <w:p w14:paraId="3C90370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proporcjonalności i zasada większości</w:t>
            </w:r>
          </w:p>
          <w:p w14:paraId="039C4F6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tajności</w:t>
            </w:r>
          </w:p>
          <w:p w14:paraId="1E9E006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wyborów parlamentarnych i na urząd prezydenta</w:t>
            </w:r>
          </w:p>
          <w:p w14:paraId="2E831450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oraz kompetencje organów wyborczych</w:t>
            </w:r>
          </w:p>
          <w:p w14:paraId="75AF1C2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stwierdzania ważności wyborów</w:t>
            </w:r>
          </w:p>
        </w:tc>
      </w:tr>
      <w:tr w:rsidR="00712D49" w:rsidRPr="007902BB" w14:paraId="28166D6E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3F7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Referenda i obywatelska inicjatywa ustawodawcza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2 godz.</w:t>
            </w:r>
          </w:p>
        </w:tc>
      </w:tr>
      <w:tr w:rsidR="00712D49" w:rsidRPr="007902BB" w14:paraId="21A53B10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0ED9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Sejm i Senat jako organy władzy ustawodawczej: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7 godz.</w:t>
            </w:r>
          </w:p>
          <w:p w14:paraId="2A58023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Sejmu i Senatu w systemie organizacji władzy państwowej w Polsce</w:t>
            </w:r>
          </w:p>
          <w:p w14:paraId="0D59C6B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regulaminy izb</w:t>
            </w:r>
          </w:p>
          <w:p w14:paraId="4829CA1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status deputowanego do Sejmu i Senatu</w:t>
            </w:r>
          </w:p>
          <w:p w14:paraId="063B1CF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oraz kompetencje Sejmu i Senatu</w:t>
            </w:r>
          </w:p>
          <w:p w14:paraId="24D206B2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organizacyjna oraz mechanizmy funkcjonowania izb polskiego parlamentu:</w:t>
            </w:r>
          </w:p>
          <w:p w14:paraId="2857968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wewnętrzne w Sejmie i Senacie</w:t>
            </w:r>
          </w:p>
          <w:p w14:paraId="4336BE4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organizowania się posłów na terenie parlamentu</w:t>
            </w:r>
          </w:p>
          <w:p w14:paraId="262E0EE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prace Sejmu i Senatu – regulacja prawna, zwyczaje parlamentarne, zasady ustrojowe</w:t>
            </w:r>
          </w:p>
          <w:p w14:paraId="4FFE390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ustawodawczy:</w:t>
            </w:r>
          </w:p>
          <w:p w14:paraId="66DE0F6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zwykła procedura ustawodawcza</w:t>
            </w:r>
          </w:p>
          <w:p w14:paraId="700241D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szczególne procedury ustawodawcze</w:t>
            </w:r>
          </w:p>
        </w:tc>
      </w:tr>
      <w:tr w:rsidR="00712D49" w:rsidRPr="007902BB" w14:paraId="38D77E47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99D2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 Ustrojowy model prezydentury w Polsce: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5 godz.</w:t>
            </w:r>
          </w:p>
          <w:p w14:paraId="1C34F24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Prezydenta RP</w:t>
            </w:r>
          </w:p>
          <w:p w14:paraId="363FFB6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instytucja odpowiedzialności konstytucyjnej Prezydenta RP</w:t>
            </w:r>
          </w:p>
          <w:p w14:paraId="4F9C047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zasady wyboru Prezydenta RP</w:t>
            </w:r>
          </w:p>
          <w:p w14:paraId="2F65357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Prezydenta RP</w:t>
            </w:r>
          </w:p>
          <w:p w14:paraId="58C0A19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urzędowe Prezydenta RP</w:t>
            </w:r>
          </w:p>
          <w:p w14:paraId="71051B9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Prezydenta RP:</w:t>
            </w:r>
          </w:p>
          <w:p w14:paraId="6C01417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parlamentem</w:t>
            </w:r>
          </w:p>
          <w:p w14:paraId="0739F7CF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rządem</w:t>
            </w:r>
          </w:p>
          <w:p w14:paraId="55E477DF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władzą sądowniczą</w:t>
            </w:r>
          </w:p>
        </w:tc>
      </w:tr>
      <w:tr w:rsidR="00712D49" w:rsidRPr="007902BB" w14:paraId="439C5C1F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4429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Rada Ministrów i administracja rządowa: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5 godz.</w:t>
            </w:r>
          </w:p>
          <w:p w14:paraId="2A4B315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Rady Ministrów</w:t>
            </w:r>
          </w:p>
          <w:p w14:paraId="21B0769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rządu</w:t>
            </w:r>
          </w:p>
          <w:p w14:paraId="09C2BAE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powoływania i dokonywania zmian w składzie Rady Ministrów</w:t>
            </w:r>
          </w:p>
          <w:p w14:paraId="0E89ECC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konstytucyjnej odpowiedzialności członków Rady Ministrów</w:t>
            </w:r>
          </w:p>
          <w:p w14:paraId="5C4DE14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prawnoustrojowe formy politycznej odpowiedzialności Rady Ministrów</w:t>
            </w:r>
          </w:p>
          <w:p w14:paraId="32C8C0E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Rady Ministrów</w:t>
            </w:r>
          </w:p>
          <w:p w14:paraId="5A9D42C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działania Rady Ministrów</w:t>
            </w:r>
          </w:p>
          <w:p w14:paraId="5E176C2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administracja rządowa</w:t>
            </w:r>
          </w:p>
        </w:tc>
      </w:tr>
      <w:tr w:rsidR="00712D49" w:rsidRPr="007902BB" w14:paraId="7CFED559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F032" w14:textId="77777777" w:rsidR="00712D49" w:rsidRPr="007902BB" w:rsidRDefault="00712D49" w:rsidP="00555E9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               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Organy samorządu terytorialnego: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4 godz.</w:t>
            </w:r>
          </w:p>
          <w:p w14:paraId="33B98D5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konstrukcja prawna gminy, powiatu i województwa</w:t>
            </w:r>
          </w:p>
          <w:p w14:paraId="706F76D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gminy, powiatu i województwa</w:t>
            </w:r>
          </w:p>
          <w:p w14:paraId="7F2F70E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sprawowanie władzy w gminie, powiecie i województwie</w:t>
            </w:r>
          </w:p>
          <w:p w14:paraId="5A0AEA0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wybory organów stanowiących</w:t>
            </w:r>
          </w:p>
          <w:p w14:paraId="6FC079C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wyłaniania organów wykonawczych</w:t>
            </w:r>
          </w:p>
          <w:p w14:paraId="460D082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referendum lokalne</w:t>
            </w:r>
          </w:p>
        </w:tc>
      </w:tr>
      <w:tr w:rsidR="00712D49" w:rsidRPr="007902BB" w14:paraId="444D3240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A9F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Władza sądownicza: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5 godz.</w:t>
            </w:r>
          </w:p>
          <w:p w14:paraId="0CC48C0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ustrój i właściwość organów wymiaru sprawiedliwości: Sąd Najwyższy, sądy powszechne, sądy administracyjne, Naczelny Sąd          Administracyjny, sądy wojskowe</w:t>
            </w:r>
          </w:p>
          <w:p w14:paraId="6B3BADF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organizacji i postępowania sądów</w:t>
            </w:r>
          </w:p>
          <w:p w14:paraId="6B8DF85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Krajowa Rada Sądownictwa</w:t>
            </w:r>
          </w:p>
          <w:p w14:paraId="407D9F3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Konstytucyjny:</w:t>
            </w:r>
          </w:p>
          <w:p w14:paraId="2E52BB7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ustrojowa kontroli konstytucyjności prawa w Polsce</w:t>
            </w:r>
          </w:p>
          <w:p w14:paraId="36EE383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status ustrojowy Trybunału Konstytucyjnego</w:t>
            </w:r>
          </w:p>
          <w:p w14:paraId="6BF079F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Konstytucyjnego</w:t>
            </w:r>
          </w:p>
          <w:p w14:paraId="0383D19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Trybunału Konstytucyjnego</w:t>
            </w:r>
          </w:p>
          <w:p w14:paraId="730C9E8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rodzaje postępowań przed Trybunałem Konstytucyjnym</w:t>
            </w:r>
          </w:p>
          <w:p w14:paraId="462B0AA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charakter prawny orzeczeń Trybunału Konstytucyjnego</w:t>
            </w:r>
          </w:p>
          <w:p w14:paraId="7C4529B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model skargi konstytucyjnej</w:t>
            </w:r>
          </w:p>
          <w:p w14:paraId="045F663F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Stanu:</w:t>
            </w:r>
          </w:p>
          <w:p w14:paraId="5AE23B0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oraz geneza odpowiedzialności konstytucyjnej w prawie polskim</w:t>
            </w:r>
          </w:p>
          <w:p w14:paraId="34005C7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podmiotowy oraz przedmiotowy odpowiedzialności konstytucyjnej w świetle ustawy  zasadniczej z 1997 roku</w:t>
            </w:r>
          </w:p>
          <w:p w14:paraId="0CE7BC3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Stanu</w:t>
            </w:r>
          </w:p>
          <w:p w14:paraId="312C36F0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postępowanie przed Trybunałem Stanu</w:t>
            </w:r>
          </w:p>
          <w:p w14:paraId="08446E6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sankcje prawne w ramach odpowiedzialności konstytucyjnej</w:t>
            </w:r>
          </w:p>
        </w:tc>
      </w:tr>
      <w:tr w:rsidR="00712D49" w:rsidRPr="007902BB" w14:paraId="7E342C74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953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 Organy kontroli państwowej i ochrony prawa: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5 godz.</w:t>
            </w:r>
          </w:p>
          <w:p w14:paraId="32A35D1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Najwyższa Izba Kontroli:</w:t>
            </w:r>
          </w:p>
          <w:p w14:paraId="4038097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kontroli</w:t>
            </w:r>
          </w:p>
          <w:p w14:paraId="40CFCB3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Najwyższej Izby Kontroli</w:t>
            </w:r>
          </w:p>
          <w:p w14:paraId="7EB48EB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Najwyższej Izby Kontroli</w:t>
            </w:r>
          </w:p>
          <w:p w14:paraId="6FD30A9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przedmiotowy i podmiotowy zakres  kontroli Najwyższej Izby Kontroli</w:t>
            </w:r>
          </w:p>
          <w:p w14:paraId="0E4A517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Rzecznik Praw Obywatelskich:</w:t>
            </w:r>
          </w:p>
          <w:p w14:paraId="54234F5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oraz status ustrojowy urzędu  Rzecznika Praw Obywatelskich w Polsce</w:t>
            </w:r>
          </w:p>
          <w:p w14:paraId="69A8918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warunki wyboru na urząd Rzecznika Praw Obywatelskich</w:t>
            </w:r>
          </w:p>
          <w:p w14:paraId="02E3D3B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powoływanie i odwoływanie Rzecznika Praw Obywatelskich</w:t>
            </w:r>
          </w:p>
          <w:p w14:paraId="793DEDF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Rzecznika Praw Obywatelskich</w:t>
            </w:r>
          </w:p>
          <w:p w14:paraId="57E0134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oraz tryb działania Rzecznika Praw Obywatelskich</w:t>
            </w:r>
          </w:p>
          <w:p w14:paraId="4A513C4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Narodowy Bank Polski:</w:t>
            </w:r>
          </w:p>
          <w:p w14:paraId="2982385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Narodowego Banku Polskiego</w:t>
            </w:r>
          </w:p>
          <w:p w14:paraId="03B79B6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Narodowego Banku Polskiego</w:t>
            </w:r>
          </w:p>
          <w:p w14:paraId="35D16A5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regulacje dotyczące polityki finansowej państwa</w:t>
            </w:r>
          </w:p>
          <w:p w14:paraId="3DE8DCE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Krajowa Rada Radiofonii i Telewizji:</w:t>
            </w:r>
          </w:p>
          <w:p w14:paraId="297043B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i pozycja ustrojowa Krajowej Rady Radiofonii i Telewizji</w:t>
            </w:r>
          </w:p>
          <w:p w14:paraId="52E2B89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Krajowej Rady Radiofonii i Telewizji</w:t>
            </w:r>
          </w:p>
          <w:p w14:paraId="5ED07562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zadania i kompetencje Krajowej Rady Radiofonii i Telewizji</w:t>
            </w:r>
          </w:p>
        </w:tc>
      </w:tr>
      <w:tr w:rsidR="00712D49" w:rsidRPr="007902BB" w14:paraId="6894F6F5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A6803" w14:textId="38B9F1A4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Finanse publiczne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2 godz.</w:t>
            </w:r>
          </w:p>
        </w:tc>
      </w:tr>
      <w:tr w:rsidR="00712D49" w:rsidRPr="007902BB" w14:paraId="32BA92C4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F3DD" w14:textId="5D3C0C9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Problematyka stanów nadzwyczajnych: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3 godz.</w:t>
            </w:r>
          </w:p>
          <w:p w14:paraId="78E23D7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wojenny</w:t>
            </w:r>
          </w:p>
          <w:p w14:paraId="1A5D432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wyjątkowy</w:t>
            </w:r>
          </w:p>
          <w:p w14:paraId="06E5A36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klęski żywiołowej</w:t>
            </w:r>
          </w:p>
        </w:tc>
      </w:tr>
      <w:tr w:rsidR="00712D49" w:rsidRPr="007902BB" w14:paraId="3C2225B0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D35B5" w14:textId="6D055422" w:rsidR="00712D49" w:rsidRPr="00A5184F" w:rsidRDefault="00712D49" w:rsidP="00555E93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      Suma godzin:                                                                                                                             60 godz.</w:t>
            </w:r>
          </w:p>
        </w:tc>
      </w:tr>
    </w:tbl>
    <w:p w14:paraId="6B7C5323" w14:textId="77777777" w:rsidR="00712D49" w:rsidRPr="00B169DF" w:rsidRDefault="00712D49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73AD37A" w14:textId="77777777" w:rsidR="00070B56" w:rsidRPr="007902BB" w:rsidRDefault="00070B56" w:rsidP="00070B56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Wykład problemowy z prezentacją multimedialną, wykład z elementami konwersatorium, omawianie kazusów. </w:t>
      </w:r>
      <w:r w:rsidRPr="007902BB">
        <w:rPr>
          <w:rFonts w:ascii="Corbel" w:hAnsi="Corbel"/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A</w:t>
      </w:r>
      <w:r w:rsidRPr="007902BB">
        <w:rPr>
          <w:rFonts w:ascii="Corbel" w:hAnsi="Corbel"/>
          <w:b w:val="0"/>
          <w:smallCaps w:val="0"/>
          <w:szCs w:val="24"/>
        </w:rPr>
        <w:t xml:space="preserve">naliza i interpretacja aktów normatywnych, dyskusja nad tezami </w:t>
      </w:r>
      <w:r w:rsidRPr="007902BB">
        <w:rPr>
          <w:rFonts w:ascii="Corbel" w:hAnsi="Corbel"/>
          <w:b w:val="0"/>
          <w:smallCaps w:val="0"/>
          <w:szCs w:val="24"/>
        </w:rPr>
        <w:lastRenderedPageBreak/>
        <w:t>doktryny oraz orzecznictwa, rozwiązywanie kazusów, panel dyskusyjny, praca w grupach (rozwiązywanie zadań, dyskusja), gry dydaktyczne, metody kształcenia na odległość.</w:t>
      </w:r>
    </w:p>
    <w:p w14:paraId="01182B1E" w14:textId="77777777" w:rsidR="00070B56" w:rsidRPr="00B169DF" w:rsidRDefault="00070B5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AC72DD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C72DD" w:rsidRPr="00B169DF" w14:paraId="3A51B283" w14:textId="77777777" w:rsidTr="00AC72DD">
        <w:tc>
          <w:tcPr>
            <w:tcW w:w="1962" w:type="dxa"/>
            <w:vAlign w:val="center"/>
          </w:tcPr>
          <w:p w14:paraId="6267168D" w14:textId="7DF95590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 EK_32</w:t>
            </w:r>
          </w:p>
        </w:tc>
        <w:tc>
          <w:tcPr>
            <w:tcW w:w="5441" w:type="dxa"/>
            <w:vAlign w:val="center"/>
          </w:tcPr>
          <w:p w14:paraId="27D90EF1" w14:textId="61546840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, kolokwium, obserwacja w trakcie zajęć, projekt</w:t>
            </w:r>
          </w:p>
        </w:tc>
        <w:tc>
          <w:tcPr>
            <w:tcW w:w="2117" w:type="dxa"/>
            <w:vAlign w:val="center"/>
          </w:tcPr>
          <w:p w14:paraId="4D1F06B9" w14:textId="7E3051A9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w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5C0F3E" w14:textId="77777777" w:rsidR="00AC72DD" w:rsidRPr="007902BB" w:rsidRDefault="00AC72DD" w:rsidP="00AC72DD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7902BB">
              <w:rPr>
                <w:rFonts w:ascii="Corbel" w:hAnsi="Corbel"/>
                <w:b/>
                <w:smallCaps/>
                <w:sz w:val="24"/>
                <w:szCs w:val="24"/>
              </w:rPr>
              <w:t>zaliczenie wykładu – egzamin w formie pisemnej (pytania zamknięte lub opisowe) lub w formie ustnej (</w:t>
            </w:r>
            <w:r w:rsidRPr="007902BB">
              <w:rPr>
                <w:rFonts w:ascii="Corbel" w:eastAsia="Cambria" w:hAnsi="Corbel"/>
                <w:sz w:val="24"/>
                <w:szCs w:val="24"/>
                <w:lang w:eastAsia="pl-PL"/>
              </w:rPr>
              <w:t>student losuje kolejno trzy pytania, na które udziela odpowiedzi; pytania egzaminacyjne obejmują tematy stanowiące przedmiot wykładu oraz ćwiczeń. Przed egzaminem student otrzymuje wykaz zagadnień, w oparciu o który zostaną opracowane pytania).</w:t>
            </w:r>
          </w:p>
          <w:p w14:paraId="54C18980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D462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zaliczenie ćwiczeń– obecność na zajęciach oraz zaliczenie w formie pisemnej (pytania testowe lub opisowe) lub w formie ustnej.</w:t>
            </w:r>
          </w:p>
          <w:p w14:paraId="5D14881F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6E2E7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 przypadku egzaminu lub zaliczenia w formie pisemnej na ocenę pozytywną należy udzielić przynajmniej 50% poprawnych odpowiedzi. W przypadku egzaminu ustnego konieczne jest udzielenie pełnej odpowiedzi na przynajmniej jedno pytanie.</w:t>
            </w:r>
          </w:p>
          <w:p w14:paraId="3E2BA95C" w14:textId="77777777" w:rsidR="00AC72DD" w:rsidRPr="007902BB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umiejętność posługiwania się terminologią, aktualny stan prawny.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AC72D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C72DD" w:rsidRPr="00B169DF" w14:paraId="02C37FE3" w14:textId="77777777" w:rsidTr="00AC72DD">
        <w:tc>
          <w:tcPr>
            <w:tcW w:w="4902" w:type="dxa"/>
          </w:tcPr>
          <w:p w14:paraId="6754C5C7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3B4ABDC" w14:textId="77777777" w:rsidR="00AC72DD" w:rsidRDefault="00AC72DD" w:rsidP="00AC72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wykład – 60 godz.</w:t>
            </w:r>
          </w:p>
          <w:p w14:paraId="7531FD32" w14:textId="2D2D9793" w:rsidR="00AC72DD" w:rsidRPr="007902BB" w:rsidRDefault="00AC72DD" w:rsidP="00AC72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 - 60 godz.</w:t>
            </w:r>
          </w:p>
          <w:p w14:paraId="3A344839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C72DD" w:rsidRPr="00B169DF" w14:paraId="2A4AABEF" w14:textId="77777777" w:rsidTr="00AC72DD">
        <w:tc>
          <w:tcPr>
            <w:tcW w:w="4902" w:type="dxa"/>
          </w:tcPr>
          <w:p w14:paraId="210DDE64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491CAF34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C72DD" w:rsidRPr="00B169DF" w14:paraId="3796D0EB" w14:textId="77777777" w:rsidTr="00AC72DD">
        <w:tc>
          <w:tcPr>
            <w:tcW w:w="4902" w:type="dxa"/>
          </w:tcPr>
          <w:p w14:paraId="0DB2B3DD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2AF316C7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C72DD" w:rsidRPr="00B169DF" w14:paraId="1ADE6CE7" w14:textId="77777777" w:rsidTr="00AC72DD">
        <w:tc>
          <w:tcPr>
            <w:tcW w:w="4902" w:type="dxa"/>
          </w:tcPr>
          <w:p w14:paraId="2FD9881C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4747719D" w14:textId="4ABD92D4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AC72DD" w:rsidRPr="00B169DF" w14:paraId="071C4E58" w14:textId="77777777" w:rsidTr="00AC72DD">
        <w:tc>
          <w:tcPr>
            <w:tcW w:w="4902" w:type="dxa"/>
          </w:tcPr>
          <w:p w14:paraId="62049DBA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65B6B43E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B0D94C2" w:rsidR="0085747A" w:rsidRPr="00B169DF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FB86A63" w:rsidR="0085747A" w:rsidRPr="00B169DF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62AA7807" w14:textId="77777777" w:rsidR="0085747A" w:rsidRPr="00787928" w:rsidRDefault="0085747A" w:rsidP="00787928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B9771F" w14:textId="77777777" w:rsidR="00AC72DD" w:rsidRPr="00787928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CB8DE4" w14:textId="77777777" w:rsidR="00AC72DD" w:rsidRPr="00787928" w:rsidRDefault="00AC72DD" w:rsidP="00787928">
            <w:pPr>
              <w:pStyle w:val="Punktygwne"/>
              <w:numPr>
                <w:ilvl w:val="0"/>
                <w:numId w:val="2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5C0F4C80" w14:textId="77777777" w:rsidR="00AC72DD" w:rsidRPr="00787928" w:rsidRDefault="00AC72DD" w:rsidP="00787928">
            <w:pPr>
              <w:pStyle w:val="Punktygwne"/>
              <w:numPr>
                <w:ilvl w:val="0"/>
                <w:numId w:val="2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51F6C130" w14:textId="77777777" w:rsidR="00AC72DD" w:rsidRPr="00787928" w:rsidRDefault="00AC72DD" w:rsidP="0078792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  <w:p w14:paraId="025E1D7E" w14:textId="5F5A2E56" w:rsidR="00AC72DD" w:rsidRPr="00787928" w:rsidRDefault="00AC72DD" w:rsidP="00787928">
            <w:pPr>
              <w:pStyle w:val="Punktygwne"/>
              <w:numPr>
                <w:ilvl w:val="0"/>
                <w:numId w:val="2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494C023D" w14:textId="69BEEE2D" w:rsidR="00787928" w:rsidRPr="00787928" w:rsidRDefault="00787928" w:rsidP="007879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Status prawny polskich symboli narodowych i państwowych, ISBN </w:t>
            </w:r>
            <w:r w:rsidRPr="0078792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978-83-8180-761-6</w:t>
            </w: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Adam Marszałek, Toruń 2023, ss. 257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03FEA978" w14:textId="5CC41454" w:rsidR="00787928" w:rsidRPr="00787928" w:rsidRDefault="00787928" w:rsidP="007879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About the Need for Constitutional Variability, “Studia Iuridica Lublinensia. Contemporary Challenges of Parliamentarism – Theory and Practice. Special Issue Devoted to the Memory of Professor Wojciech Orłowski (1963–2019)” vol. 31, no. 5, 2022, s. 55-65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BB802C2" w14:textId="694CCE81" w:rsidR="00787928" w:rsidRPr="00787928" w:rsidRDefault="00787928" w:rsidP="007879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The Election for the Office of the President of the Republic of Poland on 10 May 2020 during the COVID-19 Pandemic - A Case Study, </w:t>
            </w:r>
            <w:r w:rsidRPr="00787928"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val="en-GB" w:eastAsia="pl-PL"/>
              </w:rPr>
              <w:t>współautor: Sabina Grabowska</w:t>
            </w:r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, “Białostockie Studia Prawnicze” 2022, vol. 27, nr 2, ISSN: 1689-7404, e-ISSN 2719–9452, Wydawca: Wydział Prawa Uniwersytetu w Białymstoku, Białystok 2022, s. 193-206</w:t>
            </w:r>
            <w:r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.</w:t>
            </w:r>
          </w:p>
          <w:p w14:paraId="3D4EC616" w14:textId="429B0B99" w:rsidR="00787928" w:rsidRPr="00787928" w:rsidRDefault="00787928" w:rsidP="007879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Senat Rzeczypospolitej Polskiej - izba druga czy izba drugoplanowa?, “Przegląd Prawa Konstytucyjnego” 2021, nr 4, ISSN 2082-1212, Wydawnictwo Adam Marszałek, Toruń 2021, ss. 449-459</w:t>
            </w: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.</w:t>
            </w:r>
          </w:p>
          <w:p w14:paraId="21B07ABA" w14:textId="77777777" w:rsidR="00787928" w:rsidRPr="00787928" w:rsidRDefault="00787928" w:rsidP="00AC72D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544F6A" w14:textId="77777777" w:rsidR="00AC72DD" w:rsidRPr="00787928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32916D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ABCCDB" w14:textId="77777777" w:rsidR="00AC72DD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6DEAAA0" w14:textId="58D06101" w:rsidR="00AC72DD" w:rsidRPr="007902BB" w:rsidRDefault="00AC72DD" w:rsidP="00787928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Banaszak, Prawo konstytucyjne, Warszawa 2015.</w:t>
            </w:r>
          </w:p>
          <w:p w14:paraId="12DF7B1D" w14:textId="02EBED55" w:rsidR="00070B56" w:rsidRDefault="00070B56" w:rsidP="00787928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Grabowska, R. Grabowski, W. Skrzydło, Konstytucja Rzeczypospolitej Polskiej. Komentarz Encyklopedyczny, Warszawa 2009.</w:t>
            </w:r>
          </w:p>
          <w:p w14:paraId="5124F7BF" w14:textId="77777777" w:rsidR="00787928" w:rsidRDefault="00712D49" w:rsidP="00AC72DD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R. Grabowski, </w:t>
            </w:r>
            <w:r w:rsidRPr="00712D49">
              <w:rPr>
                <w:rFonts w:ascii="Corbel" w:hAnsi="Corbel"/>
                <w:b w:val="0"/>
                <w:smallCaps w:val="0"/>
                <w:szCs w:val="24"/>
              </w:rPr>
              <w:t>XXV lat Konstytucji Rzeczypospolitej Polskiej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2D49">
              <w:rPr>
                <w:rFonts w:ascii="Corbel" w:hAnsi="Corbel"/>
                <w:b w:val="0"/>
                <w:smallCaps w:val="0"/>
                <w:szCs w:val="24"/>
              </w:rPr>
              <w:t>Księga jubileuszowa dedykowana Profesor Halinie Ziębie-Załuckiej z okazji 70 rocznicy urodzin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202</w:t>
            </w:r>
            <w:r w:rsidR="00051BCF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9DC769C" w14:textId="77777777" w:rsidR="00787928" w:rsidRDefault="00AC72DD" w:rsidP="00AC72DD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4596EFF9" w14:textId="4C76EFDB" w:rsidR="00AC72DD" w:rsidRPr="00787928" w:rsidRDefault="00AC72DD" w:rsidP="00AC72DD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1795D" w14:textId="77777777" w:rsidR="005B00F7" w:rsidRDefault="005B00F7" w:rsidP="00C16ABF">
      <w:pPr>
        <w:spacing w:after="0" w:line="240" w:lineRule="auto"/>
      </w:pPr>
      <w:r>
        <w:separator/>
      </w:r>
    </w:p>
  </w:endnote>
  <w:endnote w:type="continuationSeparator" w:id="0">
    <w:p w14:paraId="12FAB90B" w14:textId="77777777" w:rsidR="005B00F7" w:rsidRDefault="005B00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27CC" w14:textId="77777777" w:rsidR="005B00F7" w:rsidRDefault="005B00F7" w:rsidP="00C16ABF">
      <w:pPr>
        <w:spacing w:after="0" w:line="240" w:lineRule="auto"/>
      </w:pPr>
      <w:r>
        <w:separator/>
      </w:r>
    </w:p>
  </w:footnote>
  <w:footnote w:type="continuationSeparator" w:id="0">
    <w:p w14:paraId="5A81C258" w14:textId="77777777" w:rsidR="005B00F7" w:rsidRDefault="005B00F7" w:rsidP="00C16ABF">
      <w:pPr>
        <w:spacing w:after="0" w:line="240" w:lineRule="auto"/>
      </w:pPr>
      <w:r>
        <w:continuationSeparator/>
      </w:r>
    </w:p>
  </w:footnote>
  <w:footnote w:id="1">
    <w:p w14:paraId="262CA647" w14:textId="77777777" w:rsidR="00070B56" w:rsidRDefault="00070B5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C7574"/>
    <w:multiLevelType w:val="hybridMultilevel"/>
    <w:tmpl w:val="6C8A5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A1F8B"/>
    <w:multiLevelType w:val="hybridMultilevel"/>
    <w:tmpl w:val="7BCE0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363026">
    <w:abstractNumId w:val="0"/>
  </w:num>
  <w:num w:numId="2" w16cid:durableId="973212598">
    <w:abstractNumId w:val="2"/>
  </w:num>
  <w:num w:numId="3" w16cid:durableId="15425942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BCF"/>
    <w:rsid w:val="00070B5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00F7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C1"/>
    <w:rsid w:val="006D050F"/>
    <w:rsid w:val="006D6139"/>
    <w:rsid w:val="006E5D65"/>
    <w:rsid w:val="006F1282"/>
    <w:rsid w:val="006F1FBC"/>
    <w:rsid w:val="006F31E2"/>
    <w:rsid w:val="00706544"/>
    <w:rsid w:val="007072BA"/>
    <w:rsid w:val="00712D4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92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44A"/>
    <w:rsid w:val="008449B3"/>
    <w:rsid w:val="008552A2"/>
    <w:rsid w:val="0085747A"/>
    <w:rsid w:val="00884922"/>
    <w:rsid w:val="00885F64"/>
    <w:rsid w:val="008917F9"/>
    <w:rsid w:val="0089189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2D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04A9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75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948"/>
    <w:rsid w:val="00FB7DBA"/>
    <w:rsid w:val="00FC1C25"/>
    <w:rsid w:val="00FC3F45"/>
    <w:rsid w:val="00FD4D0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818AA-CD5A-463A-B391-80C4EDAD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12</Pages>
  <Words>3379</Words>
  <Characters>20276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2023-10-10T08:26:00Z</dcterms:created>
  <dcterms:modified xsi:type="dcterms:W3CDTF">2023-10-10T08:26:00Z</dcterms:modified>
</cp:coreProperties>
</file>